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B50B1">
        <w:rPr>
          <w:rFonts w:ascii="Corbel" w:hAnsi="Corbel"/>
          <w:bCs/>
          <w:i/>
        </w:rPr>
        <w:t xml:space="preserve">Załącznik nr </w:t>
      </w:r>
      <w:r w:rsidR="006F31E2" w:rsidRPr="008B50B1">
        <w:rPr>
          <w:rFonts w:ascii="Corbel" w:hAnsi="Corbel"/>
          <w:bCs/>
          <w:i/>
        </w:rPr>
        <w:t>1.5</w:t>
      </w:r>
      <w:r w:rsidR="00D8678B" w:rsidRPr="008B50B1">
        <w:rPr>
          <w:rFonts w:ascii="Corbel" w:hAnsi="Corbel"/>
          <w:bCs/>
          <w:i/>
        </w:rPr>
        <w:t xml:space="preserve"> do Zarządzenia</w:t>
      </w:r>
      <w:r w:rsidR="002A22BF" w:rsidRPr="008B50B1">
        <w:rPr>
          <w:rFonts w:ascii="Corbel" w:hAnsi="Corbel"/>
          <w:bCs/>
          <w:i/>
        </w:rPr>
        <w:t xml:space="preserve"> Rektora UR </w:t>
      </w:r>
      <w:r w:rsidRPr="008B50B1">
        <w:rPr>
          <w:rFonts w:ascii="Corbel" w:hAnsi="Corbel"/>
          <w:bCs/>
          <w:i/>
        </w:rPr>
        <w:t xml:space="preserve"> nr </w:t>
      </w:r>
      <w:r w:rsidR="00F17567" w:rsidRPr="008B50B1">
        <w:rPr>
          <w:rFonts w:ascii="Corbel" w:hAnsi="Corbel"/>
          <w:bCs/>
          <w:i/>
        </w:rPr>
        <w:t>12/2019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732ECBB" w:rsidR="00DC6D0C" w:rsidRPr="008B50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E36125" w:rsidRPr="008E40A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CF7E96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E36125" w:rsidRPr="008E40A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CF7E96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1BFD79AE" w:rsidR="00445970" w:rsidRPr="008B50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CF7E96">
        <w:rPr>
          <w:rFonts w:ascii="Corbel" w:hAnsi="Corbel"/>
          <w:sz w:val="20"/>
          <w:szCs w:val="20"/>
        </w:rPr>
        <w:t>2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CF7E96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CF7E9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1E08D78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69D2BD" w:rsidR="003823BE" w:rsidRPr="008B50B1" w:rsidRDefault="00A33C6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(hedging,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 europejskie i amerykańskie. Wartość wewnętrzna i czasowa opcji, opcje w cenie, poza ceną, po cenie. Parytet call-put. Opcje na GPW w Warszawie: specyfikacja kontraktu, kwotowanie, liczba otwartych pozycji. Opcje na kontrakty futures.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swap.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forward.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spot i rynek terminowy. Cena forward. Kwotowanie w punktach swapowych.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futures.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Depozyt i równanie do rynku. Baza i ryzyko bazy. Cena futures a cena forward.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FDE7EED" w:rsidR="00D45B17" w:rsidRPr="008B50B1" w:rsidRDefault="00A33C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niekontaktowe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01A2FF8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Echaust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Grzywacz J. (red.), Finansowe instrumenty pochodne, Oficyna Wydawnicza SGH,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Fałat-Kilijańska I., Karwowski J., Poskart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cop.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4874C" w14:textId="77777777" w:rsidR="00356418" w:rsidRDefault="00356418" w:rsidP="00C16ABF">
      <w:pPr>
        <w:spacing w:after="0" w:line="240" w:lineRule="auto"/>
      </w:pPr>
      <w:r>
        <w:separator/>
      </w:r>
    </w:p>
  </w:endnote>
  <w:endnote w:type="continuationSeparator" w:id="0">
    <w:p w14:paraId="6E66B2CE" w14:textId="77777777" w:rsidR="00356418" w:rsidRDefault="003564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75151" w14:textId="77777777" w:rsidR="00356418" w:rsidRDefault="00356418" w:rsidP="00C16ABF">
      <w:pPr>
        <w:spacing w:after="0" w:line="240" w:lineRule="auto"/>
      </w:pPr>
      <w:r>
        <w:separator/>
      </w:r>
    </w:p>
  </w:footnote>
  <w:footnote w:type="continuationSeparator" w:id="0">
    <w:p w14:paraId="633024F7" w14:textId="77777777" w:rsidR="00356418" w:rsidRDefault="0035641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418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F7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B3733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44685"/>
    <w:rsid w:val="00C56036"/>
    <w:rsid w:val="00C61DC5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CF7E96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599C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E3B8-35FA-497A-A7BC-92FA33A5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2021-02-01T10:35:00Z</dcterms:created>
  <dcterms:modified xsi:type="dcterms:W3CDTF">2021-11-04T08:38:00Z</dcterms:modified>
</cp:coreProperties>
</file>